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1B256" w14:textId="77777777" w:rsidR="00C7381D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</w:p>
    <w:tbl>
      <w:tblPr>
        <w:tblStyle w:val="a3"/>
        <w:tblW w:w="1035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7"/>
        <w:gridCol w:w="1418"/>
        <w:gridCol w:w="2552"/>
        <w:gridCol w:w="2013"/>
        <w:gridCol w:w="709"/>
        <w:gridCol w:w="709"/>
        <w:gridCol w:w="567"/>
        <w:gridCol w:w="969"/>
      </w:tblGrid>
      <w:tr w:rsidR="0071092E" w:rsidRPr="00262BDA" w14:paraId="4A9460CC" w14:textId="77777777" w:rsidTr="003101D7">
        <w:trPr>
          <w:cantSplit/>
          <w:trHeight w:val="2197"/>
        </w:trPr>
        <w:tc>
          <w:tcPr>
            <w:tcW w:w="1417" w:type="dxa"/>
            <w:textDirection w:val="btLr"/>
            <w:vAlign w:val="center"/>
          </w:tcPr>
          <w:p w14:paraId="51B36F3F" w14:textId="2A6B80F7" w:rsidR="0071092E" w:rsidRPr="00262BDA" w:rsidRDefault="0071092E" w:rsidP="0071092E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Номер лота</w:t>
            </w:r>
          </w:p>
        </w:tc>
        <w:tc>
          <w:tcPr>
            <w:tcW w:w="1418" w:type="dxa"/>
            <w:textDirection w:val="btLr"/>
            <w:vAlign w:val="center"/>
          </w:tcPr>
          <w:p w14:paraId="0A3E3208" w14:textId="77777777" w:rsidR="0071092E" w:rsidRDefault="0071092E" w:rsidP="0071092E">
            <w:pPr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Стоимость за 1 год, </w:t>
            </w:r>
          </w:p>
          <w:p w14:paraId="6BBFB434" w14:textId="0F121495" w:rsidR="0071092E" w:rsidRPr="00262BDA" w:rsidRDefault="0071092E" w:rsidP="0071092E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рублей</w:t>
            </w:r>
          </w:p>
        </w:tc>
        <w:tc>
          <w:tcPr>
            <w:tcW w:w="2552" w:type="dxa"/>
            <w:vAlign w:val="center"/>
          </w:tcPr>
          <w:p w14:paraId="34711372" w14:textId="43A0EDB2" w:rsidR="0071092E" w:rsidRPr="00262BDA" w:rsidRDefault="0071092E" w:rsidP="0071092E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013" w:type="dxa"/>
            <w:vAlign w:val="center"/>
          </w:tcPr>
          <w:p w14:paraId="7103CD42" w14:textId="131A395F" w:rsidR="0071092E" w:rsidRPr="00262BDA" w:rsidRDefault="0071092E" w:rsidP="0071092E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Тип рекламной 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39E65CCE" w14:textId="595A4A77" w:rsidR="0071092E" w:rsidRPr="00262BDA" w:rsidRDefault="0071092E" w:rsidP="0071092E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0AA0E69C" w14:textId="77777777" w:rsidR="0071092E" w:rsidRDefault="0071092E" w:rsidP="0071092E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22765A48" w14:textId="59BBA90A" w:rsidR="0071092E" w:rsidRPr="00262BDA" w:rsidRDefault="0071092E" w:rsidP="0071092E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31724044" w14:textId="2A84F8A7" w:rsidR="0071092E" w:rsidRPr="00262BDA" w:rsidRDefault="0071092E" w:rsidP="0071092E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2A4E5FAC" w14:textId="77777777" w:rsidR="0071092E" w:rsidRDefault="0071092E" w:rsidP="0071092E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Площадь информационного поля </w:t>
            </w:r>
          </w:p>
          <w:p w14:paraId="07184ED1" w14:textId="1BB90594" w:rsidR="0071092E" w:rsidRPr="00262BDA" w:rsidRDefault="0071092E" w:rsidP="0071092E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0C236E" w:rsidRPr="00262BDA" w14:paraId="1C990A17" w14:textId="77777777" w:rsidTr="000004B5">
        <w:tc>
          <w:tcPr>
            <w:tcW w:w="1417" w:type="dxa"/>
          </w:tcPr>
          <w:p w14:paraId="395246C7" w14:textId="77777777" w:rsidR="000C236E" w:rsidRPr="000C236E" w:rsidRDefault="000C236E" w:rsidP="000C236E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0C236E"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82252A">
              <w:rPr>
                <w:rFonts w:ascii="Verdana" w:hAnsi="Verdana"/>
                <w:b/>
                <w:sz w:val="18"/>
                <w:szCs w:val="18"/>
              </w:rPr>
              <w:t>110</w:t>
            </w:r>
          </w:p>
        </w:tc>
        <w:tc>
          <w:tcPr>
            <w:tcW w:w="1418" w:type="dxa"/>
          </w:tcPr>
          <w:p w14:paraId="247223E0" w14:textId="2417CC2B" w:rsidR="000C236E" w:rsidRPr="000C236E" w:rsidRDefault="00DE7730" w:rsidP="000C236E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2" w:type="dxa"/>
          </w:tcPr>
          <w:p w14:paraId="49D70B36" w14:textId="77777777" w:rsidR="000C236E" w:rsidRPr="00262BDA" w:rsidRDefault="000C236E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Х. Тагиева, справа по ходу движения от ул. Карьерная в сторону просп.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у угла дома № 39.</w:t>
            </w:r>
          </w:p>
        </w:tc>
        <w:tc>
          <w:tcPr>
            <w:tcW w:w="2013" w:type="dxa"/>
          </w:tcPr>
          <w:p w14:paraId="59D5F15B" w14:textId="77777777" w:rsidR="000C236E" w:rsidRDefault="000C236E" w:rsidP="000D2E1F">
            <w:r w:rsidRPr="001A4963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7F99089F" w14:textId="77777777" w:rsidR="000C236E" w:rsidRPr="00262BDA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2CECB06D" w14:textId="77777777" w:rsidR="000C236E" w:rsidRPr="00262BDA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0F391866" w14:textId="77777777" w:rsidR="000C236E" w:rsidRPr="00262BDA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1C69A985" w14:textId="77777777" w:rsidR="000C236E" w:rsidRPr="00262BDA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0C236E" w:rsidRPr="00262BDA" w14:paraId="4737F31F" w14:textId="77777777" w:rsidTr="00560508">
        <w:tc>
          <w:tcPr>
            <w:tcW w:w="1417" w:type="dxa"/>
          </w:tcPr>
          <w:p w14:paraId="3624E5BB" w14:textId="77777777" w:rsidR="000C236E" w:rsidRPr="001245DF" w:rsidRDefault="000C236E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82252A">
              <w:rPr>
                <w:rFonts w:ascii="Verdana" w:hAnsi="Verdana"/>
                <w:b/>
                <w:sz w:val="18"/>
                <w:szCs w:val="18"/>
              </w:rPr>
              <w:t>111</w:t>
            </w:r>
          </w:p>
        </w:tc>
        <w:tc>
          <w:tcPr>
            <w:tcW w:w="1418" w:type="dxa"/>
          </w:tcPr>
          <w:p w14:paraId="408DF473" w14:textId="40005973" w:rsidR="000C236E" w:rsidRPr="001245DF" w:rsidRDefault="00DE7730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2" w:type="dxa"/>
          </w:tcPr>
          <w:p w14:paraId="20E7BE7D" w14:textId="77777777" w:rsidR="000C236E" w:rsidRDefault="000C236E" w:rsidP="000D2E1F">
            <w:r w:rsidRPr="00AE1901">
              <w:rPr>
                <w:rFonts w:ascii="Verdana" w:hAnsi="Verdana"/>
                <w:sz w:val="18"/>
                <w:szCs w:val="18"/>
              </w:rPr>
              <w:t xml:space="preserve">Ул. Х. Тагиева, справа по ходу движения от ул. Карьерная в сторону просп. </w:t>
            </w:r>
            <w:proofErr w:type="spellStart"/>
            <w:r w:rsidRPr="00AE1901"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 w:rsidRPr="00AE1901">
              <w:rPr>
                <w:rFonts w:ascii="Verdana" w:hAnsi="Verdana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</w:rPr>
              <w:t>со стороны дома №33Д</w:t>
            </w:r>
          </w:p>
        </w:tc>
        <w:tc>
          <w:tcPr>
            <w:tcW w:w="2013" w:type="dxa"/>
          </w:tcPr>
          <w:p w14:paraId="75838BA9" w14:textId="77777777" w:rsidR="000C236E" w:rsidRDefault="000C236E" w:rsidP="000D2E1F">
            <w:r w:rsidRPr="001A4963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5291D2D2" w14:textId="77777777" w:rsidR="000C236E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3F51A904" w14:textId="77777777" w:rsidR="000C236E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3ACDD96B" w14:textId="77777777" w:rsidR="000C236E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61AA4FB" w14:textId="77777777" w:rsidR="000C236E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0C236E" w:rsidRPr="00262BDA" w14:paraId="5E567775" w14:textId="77777777" w:rsidTr="00066BE5">
        <w:tc>
          <w:tcPr>
            <w:tcW w:w="1417" w:type="dxa"/>
          </w:tcPr>
          <w:p w14:paraId="4876C01B" w14:textId="77777777" w:rsidR="000C236E" w:rsidRDefault="000C236E" w:rsidP="001245D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82252A">
              <w:rPr>
                <w:rFonts w:ascii="Verdana" w:hAnsi="Verdana"/>
                <w:b/>
                <w:sz w:val="18"/>
                <w:szCs w:val="18"/>
              </w:rPr>
              <w:t>112</w:t>
            </w:r>
          </w:p>
        </w:tc>
        <w:tc>
          <w:tcPr>
            <w:tcW w:w="1418" w:type="dxa"/>
          </w:tcPr>
          <w:p w14:paraId="0EB4AF77" w14:textId="6C8BEE07" w:rsidR="000C236E" w:rsidRDefault="00DE7730" w:rsidP="001245D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2" w:type="dxa"/>
          </w:tcPr>
          <w:p w14:paraId="44BC3209" w14:textId="77777777" w:rsidR="000C236E" w:rsidRPr="00AE1901" w:rsidRDefault="000C236E" w:rsidP="000D2E1F">
            <w:pPr>
              <w:rPr>
                <w:rFonts w:ascii="Verdana" w:hAnsi="Verdana"/>
                <w:sz w:val="18"/>
                <w:szCs w:val="18"/>
              </w:rPr>
            </w:pPr>
            <w:r w:rsidRPr="00AE1901">
              <w:rPr>
                <w:rFonts w:ascii="Verdana" w:hAnsi="Verdana"/>
                <w:sz w:val="18"/>
                <w:szCs w:val="18"/>
              </w:rPr>
              <w:t>Ул. Х. Тагиева, с</w:t>
            </w:r>
            <w:r>
              <w:rPr>
                <w:rFonts w:ascii="Verdana" w:hAnsi="Verdana"/>
                <w:sz w:val="18"/>
                <w:szCs w:val="18"/>
              </w:rPr>
              <w:t>лева</w:t>
            </w:r>
            <w:r w:rsidRPr="00AE1901">
              <w:rPr>
                <w:rFonts w:ascii="Verdana" w:hAnsi="Verdana"/>
                <w:sz w:val="18"/>
                <w:szCs w:val="18"/>
              </w:rPr>
              <w:t xml:space="preserve"> по ходу движения от ул. Карьерная в сторону просп. </w:t>
            </w:r>
            <w:proofErr w:type="spellStart"/>
            <w:r w:rsidRPr="00AE1901"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 w:rsidRPr="00AE1901">
              <w:rPr>
                <w:rFonts w:ascii="Verdana" w:hAnsi="Verdana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</w:rPr>
              <w:t xml:space="preserve">на пересечении с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Эмирова</w:t>
            </w:r>
            <w:proofErr w:type="spellEnd"/>
          </w:p>
        </w:tc>
        <w:tc>
          <w:tcPr>
            <w:tcW w:w="2013" w:type="dxa"/>
          </w:tcPr>
          <w:p w14:paraId="02D859E4" w14:textId="77777777" w:rsidR="000C236E" w:rsidRPr="00D14522" w:rsidRDefault="000C236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40FD3268" w14:textId="77777777" w:rsidR="000C236E" w:rsidRDefault="000C236E" w:rsidP="00286D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4C838A90" w14:textId="77777777" w:rsidR="000C236E" w:rsidRDefault="000C236E" w:rsidP="00286D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6D678B6E" w14:textId="77777777" w:rsidR="000C236E" w:rsidRDefault="000C236E" w:rsidP="00286D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385CE1FD" w14:textId="77777777" w:rsidR="000C236E" w:rsidRDefault="000C236E" w:rsidP="00286D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0C236E" w:rsidRPr="00262BDA" w14:paraId="02DF713E" w14:textId="77777777" w:rsidTr="00D856D3">
        <w:tc>
          <w:tcPr>
            <w:tcW w:w="1417" w:type="dxa"/>
          </w:tcPr>
          <w:p w14:paraId="3631A776" w14:textId="77777777" w:rsidR="000C236E" w:rsidRPr="001245DF" w:rsidRDefault="000C236E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82252A">
              <w:rPr>
                <w:rFonts w:ascii="Verdana" w:hAnsi="Verdana"/>
                <w:b/>
                <w:sz w:val="18"/>
                <w:szCs w:val="18"/>
              </w:rPr>
              <w:t>113</w:t>
            </w:r>
          </w:p>
        </w:tc>
        <w:tc>
          <w:tcPr>
            <w:tcW w:w="1418" w:type="dxa"/>
          </w:tcPr>
          <w:p w14:paraId="29F2192F" w14:textId="687463B9" w:rsidR="000C236E" w:rsidRPr="001245DF" w:rsidRDefault="00DE7730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2" w:type="dxa"/>
          </w:tcPr>
          <w:p w14:paraId="47BCE635" w14:textId="77777777" w:rsidR="000C236E" w:rsidRDefault="000C236E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Х. Тагиева, справа по ходу движения от просп.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Карьерная, 131 м. до ул. Лермонтова.</w:t>
            </w:r>
          </w:p>
        </w:tc>
        <w:tc>
          <w:tcPr>
            <w:tcW w:w="2013" w:type="dxa"/>
          </w:tcPr>
          <w:p w14:paraId="34D859B2" w14:textId="77777777" w:rsidR="000C236E" w:rsidRDefault="000C236E" w:rsidP="000D2E1F">
            <w:r w:rsidRPr="00527652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6AF5BE5B" w14:textId="77777777" w:rsidR="000C236E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709487D7" w14:textId="77777777" w:rsidR="000C236E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0D2C3AC5" w14:textId="77777777" w:rsidR="000C236E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74D74E30" w14:textId="77777777" w:rsidR="000C236E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0C236E" w:rsidRPr="00262BDA" w14:paraId="19038D1A" w14:textId="77777777" w:rsidTr="000C6E3A">
        <w:tc>
          <w:tcPr>
            <w:tcW w:w="1417" w:type="dxa"/>
          </w:tcPr>
          <w:p w14:paraId="5107F6EB" w14:textId="77777777" w:rsidR="000C236E" w:rsidRPr="001245DF" w:rsidRDefault="000C236E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82252A">
              <w:rPr>
                <w:rFonts w:ascii="Verdana" w:hAnsi="Verdana"/>
                <w:b/>
                <w:sz w:val="18"/>
                <w:szCs w:val="18"/>
              </w:rPr>
              <w:t>114</w:t>
            </w:r>
          </w:p>
        </w:tc>
        <w:tc>
          <w:tcPr>
            <w:tcW w:w="1418" w:type="dxa"/>
          </w:tcPr>
          <w:p w14:paraId="39987356" w14:textId="54228CF8" w:rsidR="000C236E" w:rsidRPr="001245DF" w:rsidRDefault="00DE7730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2" w:type="dxa"/>
          </w:tcPr>
          <w:p w14:paraId="288D6C2E" w14:textId="77777777" w:rsidR="000C236E" w:rsidRPr="00262BDA" w:rsidRDefault="000C236E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Х. Тагиева, справа по ходу движения от просп.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Карьерная, через дорогу школа-интернат №2</w:t>
            </w:r>
          </w:p>
        </w:tc>
        <w:tc>
          <w:tcPr>
            <w:tcW w:w="2013" w:type="dxa"/>
          </w:tcPr>
          <w:p w14:paraId="547BF48E" w14:textId="77777777" w:rsidR="000C236E" w:rsidRDefault="000C236E" w:rsidP="000D2E1F">
            <w:r w:rsidRPr="00527652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3261CF3E" w14:textId="77777777" w:rsidR="000C236E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6D584753" w14:textId="77777777" w:rsidR="000C236E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6EB53821" w14:textId="77777777" w:rsidR="000C236E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3937494B" w14:textId="77777777" w:rsidR="000C236E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0C236E" w14:paraId="37E193BF" w14:textId="77777777" w:rsidTr="007E108A">
        <w:tc>
          <w:tcPr>
            <w:tcW w:w="1417" w:type="dxa"/>
          </w:tcPr>
          <w:p w14:paraId="3848E388" w14:textId="77777777" w:rsidR="000C236E" w:rsidRPr="001245DF" w:rsidRDefault="000C236E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82252A">
              <w:rPr>
                <w:rFonts w:ascii="Verdana" w:hAnsi="Verdana"/>
                <w:b/>
                <w:sz w:val="18"/>
                <w:szCs w:val="18"/>
              </w:rPr>
              <w:t>115</w:t>
            </w:r>
          </w:p>
        </w:tc>
        <w:tc>
          <w:tcPr>
            <w:tcW w:w="1418" w:type="dxa"/>
          </w:tcPr>
          <w:p w14:paraId="5F4D9E03" w14:textId="4C86DAFD" w:rsidR="000C236E" w:rsidRPr="001245DF" w:rsidRDefault="00DE7730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2" w:type="dxa"/>
          </w:tcPr>
          <w:p w14:paraId="3FB3CF7A" w14:textId="77777777" w:rsidR="000C236E" w:rsidRDefault="000C236E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Х. Тагиева, справа по ходу движения от ул. Карьерная в сторону просп.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25 м. до ул. Лермонтова.</w:t>
            </w:r>
          </w:p>
        </w:tc>
        <w:tc>
          <w:tcPr>
            <w:tcW w:w="2013" w:type="dxa"/>
          </w:tcPr>
          <w:p w14:paraId="702B54DB" w14:textId="77777777" w:rsidR="000C236E" w:rsidRDefault="000C236E" w:rsidP="000D2E1F">
            <w:r w:rsidRPr="00527652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49635815" w14:textId="77777777" w:rsidR="000C236E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033707A8" w14:textId="77777777" w:rsidR="000C236E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712D6C54" w14:textId="77777777" w:rsidR="000C236E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76A1CA7A" w14:textId="77777777" w:rsidR="000C236E" w:rsidRDefault="000C236E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</w:tbl>
    <w:p w14:paraId="63EDCFBD" w14:textId="77777777" w:rsidR="00711A12" w:rsidRPr="00262BDA" w:rsidRDefault="00711A12" w:rsidP="00E458D9">
      <w:pPr>
        <w:spacing w:after="120"/>
        <w:ind w:firstLine="709"/>
        <w:rPr>
          <w:rFonts w:ascii="Verdana" w:hAnsi="Verdana"/>
          <w:sz w:val="18"/>
          <w:szCs w:val="18"/>
        </w:rPr>
      </w:pPr>
    </w:p>
    <w:sectPr w:rsidR="00711A12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BB0D47"/>
    <w:multiLevelType w:val="hybridMultilevel"/>
    <w:tmpl w:val="02AA7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864E69"/>
    <w:multiLevelType w:val="hybridMultilevel"/>
    <w:tmpl w:val="71E60E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789"/>
    <w:rsid w:val="0006604E"/>
    <w:rsid w:val="000C236E"/>
    <w:rsid w:val="000C30EA"/>
    <w:rsid w:val="000D2E1F"/>
    <w:rsid w:val="000F38B2"/>
    <w:rsid w:val="000F7EBF"/>
    <w:rsid w:val="00107297"/>
    <w:rsid w:val="001109C3"/>
    <w:rsid w:val="001245DF"/>
    <w:rsid w:val="00134BB9"/>
    <w:rsid w:val="001546B0"/>
    <w:rsid w:val="0017315D"/>
    <w:rsid w:val="001A5A33"/>
    <w:rsid w:val="001B3F6C"/>
    <w:rsid w:val="002070A7"/>
    <w:rsid w:val="00222269"/>
    <w:rsid w:val="00227E5C"/>
    <w:rsid w:val="00236CC5"/>
    <w:rsid w:val="00240884"/>
    <w:rsid w:val="00262BDA"/>
    <w:rsid w:val="00290FFD"/>
    <w:rsid w:val="00291E6E"/>
    <w:rsid w:val="002A6CDE"/>
    <w:rsid w:val="002C0231"/>
    <w:rsid w:val="0032355D"/>
    <w:rsid w:val="00323B77"/>
    <w:rsid w:val="00374BB7"/>
    <w:rsid w:val="00381F68"/>
    <w:rsid w:val="003866D3"/>
    <w:rsid w:val="003A227E"/>
    <w:rsid w:val="003B5912"/>
    <w:rsid w:val="00431EC3"/>
    <w:rsid w:val="00435017"/>
    <w:rsid w:val="004C703C"/>
    <w:rsid w:val="004C734C"/>
    <w:rsid w:val="004C7CA5"/>
    <w:rsid w:val="004E55B1"/>
    <w:rsid w:val="004E7974"/>
    <w:rsid w:val="00542BAA"/>
    <w:rsid w:val="00557106"/>
    <w:rsid w:val="00563ABD"/>
    <w:rsid w:val="005C13D7"/>
    <w:rsid w:val="005C26B0"/>
    <w:rsid w:val="005E3789"/>
    <w:rsid w:val="00605FCB"/>
    <w:rsid w:val="00607CCD"/>
    <w:rsid w:val="006339EA"/>
    <w:rsid w:val="006447D1"/>
    <w:rsid w:val="00666CD4"/>
    <w:rsid w:val="00675A4B"/>
    <w:rsid w:val="006A5A40"/>
    <w:rsid w:val="006D5427"/>
    <w:rsid w:val="006F08BD"/>
    <w:rsid w:val="007104A3"/>
    <w:rsid w:val="0071092E"/>
    <w:rsid w:val="00711A12"/>
    <w:rsid w:val="00741133"/>
    <w:rsid w:val="00757548"/>
    <w:rsid w:val="00781A6E"/>
    <w:rsid w:val="007838D2"/>
    <w:rsid w:val="007C0417"/>
    <w:rsid w:val="007C16D4"/>
    <w:rsid w:val="007D356A"/>
    <w:rsid w:val="007E25C5"/>
    <w:rsid w:val="007E3577"/>
    <w:rsid w:val="007E6852"/>
    <w:rsid w:val="007F653D"/>
    <w:rsid w:val="00810D00"/>
    <w:rsid w:val="008111CB"/>
    <w:rsid w:val="0082081F"/>
    <w:rsid w:val="0082252A"/>
    <w:rsid w:val="00826516"/>
    <w:rsid w:val="00835D34"/>
    <w:rsid w:val="00856B02"/>
    <w:rsid w:val="0087781F"/>
    <w:rsid w:val="0089420E"/>
    <w:rsid w:val="008B7660"/>
    <w:rsid w:val="008D0968"/>
    <w:rsid w:val="008F1645"/>
    <w:rsid w:val="00933B21"/>
    <w:rsid w:val="009424AB"/>
    <w:rsid w:val="0094284F"/>
    <w:rsid w:val="009768F3"/>
    <w:rsid w:val="0099001B"/>
    <w:rsid w:val="009A24B5"/>
    <w:rsid w:val="009A5804"/>
    <w:rsid w:val="00A00F7B"/>
    <w:rsid w:val="00A36B8B"/>
    <w:rsid w:val="00A3777A"/>
    <w:rsid w:val="00A41484"/>
    <w:rsid w:val="00A46814"/>
    <w:rsid w:val="00A621F0"/>
    <w:rsid w:val="00A854F5"/>
    <w:rsid w:val="00AC2AFE"/>
    <w:rsid w:val="00AD30C1"/>
    <w:rsid w:val="00AE0603"/>
    <w:rsid w:val="00B71091"/>
    <w:rsid w:val="00BD7D42"/>
    <w:rsid w:val="00C0145B"/>
    <w:rsid w:val="00C030A2"/>
    <w:rsid w:val="00C14F31"/>
    <w:rsid w:val="00C47AF4"/>
    <w:rsid w:val="00C7381D"/>
    <w:rsid w:val="00C91B3D"/>
    <w:rsid w:val="00C93362"/>
    <w:rsid w:val="00C93C8D"/>
    <w:rsid w:val="00CA5B42"/>
    <w:rsid w:val="00CC28B1"/>
    <w:rsid w:val="00CC4C4F"/>
    <w:rsid w:val="00D16CFF"/>
    <w:rsid w:val="00D26F1B"/>
    <w:rsid w:val="00D2730A"/>
    <w:rsid w:val="00D62FAE"/>
    <w:rsid w:val="00DA4F88"/>
    <w:rsid w:val="00DA6625"/>
    <w:rsid w:val="00DE7730"/>
    <w:rsid w:val="00DF7053"/>
    <w:rsid w:val="00E26950"/>
    <w:rsid w:val="00E458D9"/>
    <w:rsid w:val="00E64745"/>
    <w:rsid w:val="00E81231"/>
    <w:rsid w:val="00EE2C2E"/>
    <w:rsid w:val="00EF7E90"/>
    <w:rsid w:val="00F31DF8"/>
    <w:rsid w:val="00F41F3D"/>
    <w:rsid w:val="00F70FC8"/>
    <w:rsid w:val="00F90BEA"/>
    <w:rsid w:val="00FB584C"/>
    <w:rsid w:val="00FC5263"/>
    <w:rsid w:val="00FD77D7"/>
    <w:rsid w:val="00FF35EC"/>
    <w:rsid w:val="00FF4FC5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6C78"/>
  <w15:docId w15:val="{FD9C80BA-B98F-4F4E-B788-4D89CBFC7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165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44</cp:revision>
  <cp:lastPrinted>2020-06-18T13:15:00Z</cp:lastPrinted>
  <dcterms:created xsi:type="dcterms:W3CDTF">2017-03-10T11:37:00Z</dcterms:created>
  <dcterms:modified xsi:type="dcterms:W3CDTF">2020-09-02T07:46:00Z</dcterms:modified>
</cp:coreProperties>
</file>